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81E31E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56B2A">
        <w:rPr>
          <w:b/>
          <w:color w:val="FF5200" w:themeColor="accent2"/>
          <w:sz w:val="36"/>
          <w:szCs w:val="36"/>
        </w:rPr>
        <w:t>názvem „</w:t>
      </w:r>
      <w:r w:rsidR="00356B2A" w:rsidRPr="00356B2A">
        <w:rPr>
          <w:b/>
          <w:color w:val="FF5200" w:themeColor="accent2"/>
          <w:sz w:val="36"/>
          <w:szCs w:val="36"/>
        </w:rPr>
        <w:t>Měření hluku a vibrací</w:t>
      </w:r>
      <w:r w:rsidR="0031280B" w:rsidRPr="00356B2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1A17E8">
        <w:rPr>
          <w:b/>
          <w:color w:val="FF5200" w:themeColor="accent2"/>
          <w:sz w:val="36"/>
          <w:szCs w:val="36"/>
        </w:rPr>
        <w:t xml:space="preserve">pod </w:t>
      </w:r>
      <w:r w:rsidR="000128D4" w:rsidRPr="001A17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A17E8" w:rsidRPr="001A17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28408/2022-SŽ-GŘ-O8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C2B3198" w14:textId="77777777" w:rsidR="001A17E8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01A503D" w14:textId="6004DBF8" w:rsidR="001A17E8" w:rsidRDefault="001A17E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0748841" w:history="1">
            <w:r w:rsidRPr="00AC0F24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C0F24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_Toc100748841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4FA97" w14:textId="2864A665" w:rsidR="001A17E8" w:rsidRDefault="001A17E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0748842" w:history="1">
            <w:r w:rsidRPr="00AC0F2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C0F2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_Toc100748842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E692A" w14:textId="0687A272" w:rsidR="001A17E8" w:rsidRDefault="001A17E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0748843" w:history="1">
            <w:r w:rsidRPr="00AC0F2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C0F2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_Toc100748843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56932" w14:textId="383CDADD" w:rsidR="001A17E8" w:rsidRDefault="001A17E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0748844" w:history="1">
            <w:r w:rsidRPr="00AC0F2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C0F2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_Toc100748844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074884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7631F48E" w:rsidR="00A93A74" w:rsidRDefault="00A93A74" w:rsidP="008B1A2C">
      <w:r w:rsidRPr="00356B2A">
        <w:t xml:space="preserve">Účastník prohlašuje, že veškeré údaje uvedené v tomto krycím listu, který je přílohou č. </w:t>
      </w:r>
      <w:r w:rsidR="00B87D91" w:rsidRPr="00356B2A">
        <w:t xml:space="preserve">1 </w:t>
      </w:r>
      <w:r w:rsidRPr="00356B2A">
        <w:t>Výzvy k podání nabíd</w:t>
      </w:r>
      <w:r w:rsidR="004C76E9" w:rsidRPr="00356B2A">
        <w:t>ky</w:t>
      </w:r>
      <w:r w:rsidRPr="00356B2A">
        <w:t xml:space="preserve"> na veřejnou zakázku zadávanou</w:t>
      </w:r>
      <w:r w:rsidR="004C76E9" w:rsidRPr="00356B2A">
        <w:t xml:space="preserve"> jako </w:t>
      </w:r>
      <w:r w:rsidR="000128D4" w:rsidRPr="00356B2A">
        <w:rPr>
          <w:rFonts w:eastAsia="Times New Roman" w:cs="Times New Roman"/>
          <w:lang w:eastAsia="cs-CZ"/>
        </w:rPr>
        <w:t>podlimitní sektorovou veřejnou zakázku</w:t>
      </w:r>
      <w:r w:rsidRPr="00356B2A">
        <w:t>, jsou pravdivé</w:t>
      </w:r>
      <w:r w:rsidR="009771C9" w:rsidRPr="00356B2A">
        <w:t>, úplné a odpovídají skutečnosti</w:t>
      </w:r>
      <w:r w:rsidRPr="00356B2A">
        <w:t xml:space="preserve">. Účastník si je vědom důsledků záměrného uvedení nepravdivých údajů, které v rovině tohoto zadávacího řízení </w:t>
      </w:r>
      <w:r w:rsidR="009771C9" w:rsidRPr="00356B2A">
        <w:t>mohou vést až k</w:t>
      </w:r>
      <w:r w:rsidRPr="00356B2A">
        <w:t xml:space="preserve"> vyloučení Účastníka ze zadávacího řízení</w:t>
      </w:r>
      <w:r>
        <w:t>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bookmarkStart w:id="1" w:name="_GoBack"/>
      <w:bookmarkEnd w:id="1"/>
      <w:r>
        <w:t>:</w:t>
      </w:r>
    </w:p>
    <w:p w14:paraId="4DC8BD60" w14:textId="7B447D78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 w:rsidRPr="00356B2A">
        <w:rPr>
          <w:highlight w:val="green"/>
        </w:rPr>
        <w:t>:</w:t>
      </w:r>
      <w:r w:rsidR="00356B2A" w:rsidRPr="00356B2A">
        <w:rPr>
          <w:highlight w:val="green"/>
        </w:rPr>
        <w:t>……………….,-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1A17E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A17E8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0074884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074884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0748844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80AFB73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</w:t>
      </w:r>
      <w:r w:rsidR="00E85D44" w:rsidRPr="00487495">
        <w:rPr>
          <w:rFonts w:eastAsia="Times New Roman" w:cs="Times New Roman"/>
          <w:lang w:eastAsia="cs-CZ"/>
        </w:rPr>
        <w:t xml:space="preserve">zahájením zadávacího řízení poskytoval alespoň </w:t>
      </w:r>
      <w:r w:rsidR="00356B2A" w:rsidRPr="00487495">
        <w:rPr>
          <w:rFonts w:eastAsia="Times New Roman" w:cs="Times New Roman"/>
          <w:lang w:eastAsia="cs-CZ"/>
        </w:rPr>
        <w:t>2 významné služby</w:t>
      </w:r>
      <w:r w:rsidR="00E85D44" w:rsidRPr="00487495">
        <w:rPr>
          <w:rFonts w:eastAsia="Times New Roman" w:cs="Times New Roman"/>
          <w:lang w:eastAsia="cs-CZ"/>
        </w:rPr>
        <w:t xml:space="preserve"> definovan</w:t>
      </w:r>
      <w:r w:rsidR="00356B2A" w:rsidRPr="00487495">
        <w:rPr>
          <w:rFonts w:eastAsia="Times New Roman" w:cs="Times New Roman"/>
          <w:lang w:eastAsia="cs-CZ"/>
        </w:rPr>
        <w:t>é</w:t>
      </w:r>
      <w:r w:rsidR="00E85D44" w:rsidRPr="00487495">
        <w:rPr>
          <w:rFonts w:eastAsia="Times New Roman" w:cs="Times New Roman"/>
          <w:lang w:eastAsia="cs-CZ"/>
        </w:rPr>
        <w:t xml:space="preserve"> v čl. </w:t>
      </w:r>
      <w:r w:rsidR="00487495">
        <w:rPr>
          <w:rFonts w:eastAsia="Times New Roman" w:cs="Times New Roman"/>
          <w:lang w:eastAsia="cs-CZ"/>
        </w:rPr>
        <w:t>7.</w:t>
      </w:r>
      <w:r w:rsidR="00356B2A" w:rsidRPr="00487495">
        <w:rPr>
          <w:rFonts w:eastAsia="Times New Roman" w:cs="Times New Roman"/>
          <w:lang w:eastAsia="cs-CZ"/>
        </w:rPr>
        <w:t xml:space="preserve">5 </w:t>
      </w:r>
      <w:r w:rsidR="00B87D91" w:rsidRPr="00487495">
        <w:rPr>
          <w:rFonts w:eastAsia="Times New Roman" w:cs="Times New Roman"/>
          <w:lang w:eastAsia="cs-CZ"/>
        </w:rPr>
        <w:t>V</w:t>
      </w:r>
      <w:r w:rsidR="00E85D44" w:rsidRPr="00487495">
        <w:rPr>
          <w:rFonts w:eastAsia="Times New Roman" w:cs="Times New Roman"/>
          <w:lang w:eastAsia="cs-CZ"/>
        </w:rPr>
        <w:t xml:space="preserve">ýzvy k podání nabídky v celkové hodnotě </w:t>
      </w:r>
      <w:r w:rsidR="00356B2A" w:rsidRPr="00487495">
        <w:rPr>
          <w:rFonts w:eastAsia="Times New Roman" w:cs="Times New Roman"/>
          <w:lang w:eastAsia="cs-CZ"/>
        </w:rPr>
        <w:t>100 000,-</w:t>
      </w:r>
      <w:r w:rsidR="00E85D44" w:rsidRPr="00487495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2991A6F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6C1E116" w:rsidR="00E85D44" w:rsidRDefault="00487495" w:rsidP="00356B2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607B126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3490C9D" w:rsidR="00E85D44" w:rsidRDefault="00E85D44" w:rsidP="00356B2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908CAB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7E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7E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CA7F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462F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AA836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7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7E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1E05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94380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9A2BCFD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7E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7E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CD704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E896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A17E8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6B2A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495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38375314-1A8F-4AD3-90CF-C59721E3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2C69D-F1BF-4AF2-8EF0-F5648472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63</TotalTime>
  <Pages>5</Pages>
  <Words>623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17</cp:revision>
  <cp:lastPrinted>2017-11-28T17:18:00Z</cp:lastPrinted>
  <dcterms:created xsi:type="dcterms:W3CDTF">2020-06-29T15:29:00Z</dcterms:created>
  <dcterms:modified xsi:type="dcterms:W3CDTF">2022-04-13T11:27:00Z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